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0AE" w:rsidRPr="00E940AE" w:rsidRDefault="00E940AE" w:rsidP="00E940AE">
      <w:pPr>
        <w:rPr>
          <w:rFonts w:ascii="Arial" w:hAnsi="Arial" w:cs="Arial"/>
          <w:b/>
          <w:sz w:val="24"/>
          <w:szCs w:val="24"/>
        </w:rPr>
      </w:pPr>
      <w:r w:rsidRPr="00E940AE">
        <w:rPr>
          <w:rFonts w:ascii="Arial" w:hAnsi="Arial" w:cs="Arial"/>
          <w:b/>
          <w:sz w:val="24"/>
          <w:szCs w:val="24"/>
        </w:rPr>
        <w:t>Exercice </w:t>
      </w:r>
      <w:r w:rsidR="000F4E8F">
        <w:rPr>
          <w:rFonts w:ascii="Arial" w:hAnsi="Arial" w:cs="Arial"/>
          <w:b/>
          <w:sz w:val="24"/>
          <w:szCs w:val="24"/>
        </w:rPr>
        <w:t>1</w:t>
      </w:r>
      <w:r w:rsidR="00C72259">
        <w:rPr>
          <w:rFonts w:ascii="Arial" w:hAnsi="Arial" w:cs="Arial"/>
          <w:b/>
          <w:sz w:val="24"/>
          <w:szCs w:val="24"/>
        </w:rPr>
        <w:t xml:space="preserve">: </w:t>
      </w:r>
      <w:r w:rsidRPr="00E940AE">
        <w:rPr>
          <w:rFonts w:ascii="Arial" w:hAnsi="Arial" w:cs="Arial"/>
          <w:b/>
          <w:sz w:val="24"/>
          <w:szCs w:val="24"/>
        </w:rPr>
        <w:t>complète la suite numérique jusqu’à 10 »</w:t>
      </w:r>
    </w:p>
    <w:tbl>
      <w:tblPr>
        <w:tblW w:w="682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"/>
        <w:gridCol w:w="682"/>
        <w:gridCol w:w="682"/>
        <w:gridCol w:w="682"/>
        <w:gridCol w:w="683"/>
        <w:gridCol w:w="683"/>
        <w:gridCol w:w="683"/>
        <w:gridCol w:w="683"/>
        <w:gridCol w:w="683"/>
        <w:gridCol w:w="683"/>
      </w:tblGrid>
      <w:tr w:rsidR="00E940AE" w:rsidRPr="00E940AE" w:rsidTr="00E940AE">
        <w:trPr>
          <w:trHeight w:val="778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0AE" w:rsidRPr="00E940AE" w:rsidRDefault="00E940AE" w:rsidP="0086072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E940AE">
              <w:rPr>
                <w:rFonts w:ascii="Arial" w:hAnsi="Arial" w:cs="Arial"/>
                <w:sz w:val="28"/>
                <w:szCs w:val="24"/>
              </w:rPr>
              <w:t>1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0AE" w:rsidRPr="00E940AE" w:rsidRDefault="00E940AE" w:rsidP="00860729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E940AE">
              <w:rPr>
                <w:rFonts w:ascii="Arial" w:hAnsi="Arial" w:cs="Arial"/>
                <w:b/>
                <w:sz w:val="28"/>
                <w:szCs w:val="24"/>
              </w:rPr>
              <w:t>…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0AE" w:rsidRPr="00E940AE" w:rsidRDefault="00E940AE" w:rsidP="00860729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E940AE">
              <w:rPr>
                <w:rFonts w:ascii="Arial" w:hAnsi="Arial" w:cs="Arial"/>
                <w:b/>
                <w:sz w:val="28"/>
                <w:szCs w:val="24"/>
              </w:rPr>
              <w:t>…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0AE" w:rsidRPr="00E940AE" w:rsidRDefault="00E940AE" w:rsidP="00860729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E940AE">
              <w:rPr>
                <w:rFonts w:ascii="Arial" w:hAnsi="Arial" w:cs="Arial"/>
                <w:b/>
                <w:sz w:val="28"/>
                <w:szCs w:val="24"/>
              </w:rPr>
              <w:t>…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0AE" w:rsidRPr="00E940AE" w:rsidRDefault="00E940AE" w:rsidP="0086072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E940AE">
              <w:rPr>
                <w:rFonts w:ascii="Arial" w:hAnsi="Arial" w:cs="Arial"/>
                <w:sz w:val="28"/>
                <w:szCs w:val="24"/>
              </w:rPr>
              <w:t>5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0AE" w:rsidRPr="00E940AE" w:rsidRDefault="00E940AE" w:rsidP="0086072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E940AE">
              <w:rPr>
                <w:rFonts w:ascii="Arial" w:hAnsi="Arial" w:cs="Arial"/>
                <w:sz w:val="28"/>
                <w:szCs w:val="24"/>
              </w:rPr>
              <w:t>…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0AE" w:rsidRPr="00E940AE" w:rsidRDefault="00E940AE" w:rsidP="0086072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E940AE">
              <w:rPr>
                <w:rFonts w:ascii="Arial" w:hAnsi="Arial" w:cs="Arial"/>
                <w:sz w:val="28"/>
                <w:szCs w:val="24"/>
              </w:rPr>
              <w:t>…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0AE" w:rsidRPr="00E940AE" w:rsidRDefault="00E940AE" w:rsidP="0086072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E940AE">
              <w:rPr>
                <w:rFonts w:ascii="Arial" w:hAnsi="Arial" w:cs="Arial"/>
                <w:sz w:val="28"/>
                <w:szCs w:val="24"/>
              </w:rPr>
              <w:t>…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0AE" w:rsidRPr="00E940AE" w:rsidRDefault="00E940AE" w:rsidP="0086072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E940AE">
              <w:rPr>
                <w:rFonts w:ascii="Arial" w:hAnsi="Arial" w:cs="Arial"/>
                <w:sz w:val="28"/>
                <w:szCs w:val="24"/>
              </w:rPr>
              <w:t>…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0AE" w:rsidRPr="00E940AE" w:rsidRDefault="00E940AE" w:rsidP="0086072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E940AE">
              <w:rPr>
                <w:rFonts w:ascii="Arial" w:hAnsi="Arial" w:cs="Arial"/>
                <w:sz w:val="28"/>
                <w:szCs w:val="24"/>
              </w:rPr>
              <w:t>10</w:t>
            </w:r>
          </w:p>
        </w:tc>
      </w:tr>
    </w:tbl>
    <w:p w:rsidR="00E940AE" w:rsidRDefault="00E940AE" w:rsidP="00E940AE">
      <w:pPr>
        <w:rPr>
          <w:rFonts w:ascii="Arial" w:hAnsi="Arial" w:cs="Arial"/>
          <w:sz w:val="24"/>
          <w:szCs w:val="24"/>
        </w:rPr>
      </w:pPr>
    </w:p>
    <w:p w:rsidR="00E940AE" w:rsidRPr="00E940AE" w:rsidRDefault="000F4E8F" w:rsidP="00E940A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Exercice 2</w:t>
      </w:r>
      <w:r w:rsidR="00C72259">
        <w:rPr>
          <w:rFonts w:ascii="Arial" w:hAnsi="Arial" w:cs="Arial"/>
          <w:b/>
          <w:sz w:val="24"/>
          <w:szCs w:val="24"/>
        </w:rPr>
        <w:t xml:space="preserve"> : Ecris le nombre de cases </w:t>
      </w:r>
    </w:p>
    <w:p w:rsidR="001D645B" w:rsidRDefault="00E940AE" w:rsidP="00E940AE">
      <w:pPr>
        <w:rPr>
          <w:rFonts w:ascii="Arial" w:hAnsi="Arial" w:cs="Arial"/>
          <w:sz w:val="24"/>
          <w:szCs w:val="24"/>
        </w:rPr>
      </w:pPr>
      <w:r w:rsidRPr="00E940AE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>
            <wp:extent cx="4645025" cy="2152650"/>
            <wp:effectExtent l="0" t="0" r="3175" b="0"/>
            <wp:docPr id="4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079"/>
                    <a:stretch/>
                  </pic:blipFill>
                  <pic:spPr bwMode="auto">
                    <a:xfrm>
                      <a:off x="0" y="0"/>
                      <a:ext cx="4647257" cy="2153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72259" w:rsidRDefault="000F4E8F" w:rsidP="00E940AE">
      <w:pPr>
        <w:rPr>
          <w:rFonts w:ascii="Arial" w:hAnsi="Arial" w:cs="Arial"/>
          <w:b/>
          <w:sz w:val="24"/>
          <w:szCs w:val="24"/>
        </w:rPr>
      </w:pPr>
      <w:r w:rsidRPr="00E940AE">
        <w:rPr>
          <w:rFonts w:ascii="Arial" w:hAnsi="Arial" w:cs="Arial"/>
          <w:b/>
          <w:sz w:val="24"/>
          <w:szCs w:val="24"/>
        </w:rPr>
        <w:t>Exercice 3</w:t>
      </w:r>
      <w:r>
        <w:rPr>
          <w:rFonts w:ascii="Arial" w:hAnsi="Arial" w:cs="Arial"/>
          <w:b/>
          <w:sz w:val="24"/>
          <w:szCs w:val="24"/>
        </w:rPr>
        <w:t xml:space="preserve"> : </w:t>
      </w:r>
      <w:r>
        <w:rPr>
          <w:rFonts w:ascii="Arial" w:hAnsi="Arial" w:cs="Arial"/>
          <w:b/>
          <w:sz w:val="24"/>
          <w:szCs w:val="24"/>
        </w:rPr>
        <w:t>Compte le nombre de chaque objet </w:t>
      </w:r>
    </w:p>
    <w:p w:rsidR="000F4E8F" w:rsidRDefault="000F4E8F" w:rsidP="00E940A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EC0BD5C" wp14:editId="732D62F6">
                <wp:simplePos x="0" y="0"/>
                <wp:positionH relativeFrom="column">
                  <wp:posOffset>876300</wp:posOffset>
                </wp:positionH>
                <wp:positionV relativeFrom="paragraph">
                  <wp:posOffset>149860</wp:posOffset>
                </wp:positionV>
                <wp:extent cx="209550" cy="209550"/>
                <wp:effectExtent l="19050" t="0" r="19050" b="0"/>
                <wp:wrapNone/>
                <wp:docPr id="21" name="Cœu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9550"/>
                        </a:xfrm>
                        <a:prstGeom prst="hear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B61B3C" id="Cœur 21" o:spid="_x0000_s1026" style="position:absolute;margin-left:69pt;margin-top:11.8pt;width:16.5pt;height:16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955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" path="m104775,52388v43656,-122238,213916,,,157162c-109141,52388,61119,-69850,104775,52388xe" fillcolor="#7f7f7f [1612]" stroked="f" strokeweight="1pt">
                <v:stroke joinstyle="miter"/>
                <v:path arrowok="t" o:connecttype="custom" o:connectlocs="104775,52388;104775,209550;104775,52388" o:connectangles="0,0,0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65548FF" wp14:editId="30DE357B">
                <wp:simplePos x="0" y="0"/>
                <wp:positionH relativeFrom="column">
                  <wp:posOffset>1952625</wp:posOffset>
                </wp:positionH>
                <wp:positionV relativeFrom="paragraph">
                  <wp:posOffset>83185</wp:posOffset>
                </wp:positionV>
                <wp:extent cx="161925" cy="252000"/>
                <wp:effectExtent l="0" t="0" r="9525" b="0"/>
                <wp:wrapNone/>
                <wp:docPr id="14" name="Lun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52000"/>
                        </a:xfrm>
                        <a:prstGeom prst="moon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E850DC"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Lune 14" o:spid="_x0000_s1026" type="#_x0000_t184" style="position:absolute;margin-left:153.75pt;margin-top:6.55pt;width:12.75pt;height:19.8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" fillcolor="black [3213]" stroked="f" strokeweight="1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5548FF" wp14:editId="30DE357B">
                <wp:simplePos x="0" y="0"/>
                <wp:positionH relativeFrom="column">
                  <wp:posOffset>1343025</wp:posOffset>
                </wp:positionH>
                <wp:positionV relativeFrom="paragraph">
                  <wp:posOffset>178435</wp:posOffset>
                </wp:positionV>
                <wp:extent cx="161925" cy="252000"/>
                <wp:effectExtent l="0" t="0" r="9525" b="0"/>
                <wp:wrapNone/>
                <wp:docPr id="16" name="Lun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52000"/>
                        </a:xfrm>
                        <a:prstGeom prst="moon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28C96" id="Lune 16" o:spid="_x0000_s1026" type="#_x0000_t184" style="position:absolute;margin-left:105.75pt;margin-top:14.05pt;width:12.75pt;height:19.8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" fillcolor="black [3213]" stroked="f" strokeweight="1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311785</wp:posOffset>
                </wp:positionV>
                <wp:extent cx="161925" cy="252000"/>
                <wp:effectExtent l="0" t="0" r="9525" b="0"/>
                <wp:wrapNone/>
                <wp:docPr id="6" name="Lun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52000"/>
                        </a:xfrm>
                        <a:prstGeom prst="moon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2F38A9" id="Lune 6" o:spid="_x0000_s1026" type="#_x0000_t184" style="position:absolute;margin-left:36.75pt;margin-top:24.55pt;width:12.75pt;height:19.8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" fillcolor="black [3213]" stroked="f" strokeweight="1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54610</wp:posOffset>
                </wp:positionV>
                <wp:extent cx="209550" cy="209550"/>
                <wp:effectExtent l="19050" t="0" r="19050" b="0"/>
                <wp:wrapNone/>
                <wp:docPr id="5" name="Cœu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9550"/>
                        </a:xfrm>
                        <a:prstGeom prst="hear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003BEA" id="Cœur 5" o:spid="_x0000_s1026" style="position:absolute;margin-left:9pt;margin-top:4.3pt;width:16.5pt;height:1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955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" path="m104775,52388v43656,-122238,213916,,,157162c-109141,52388,61119,-69850,104775,52388xe" fillcolor="#7f7f7f [1612]" stroked="f" strokeweight="1pt">
                <v:stroke joinstyle="miter"/>
                <v:path arrowok="t" o:connecttype="custom" o:connectlocs="104775,52388;104775,209550;104775,52388" o:connectangles="0,0,0"/>
              </v:shape>
            </w:pict>
          </mc:Fallback>
        </mc:AlternateContent>
      </w:r>
    </w:p>
    <w:p w:rsidR="000F4E8F" w:rsidRDefault="000F4E8F" w:rsidP="00E940A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5548FF" wp14:editId="30DE357B">
                <wp:simplePos x="0" y="0"/>
                <wp:positionH relativeFrom="column">
                  <wp:posOffset>990600</wp:posOffset>
                </wp:positionH>
                <wp:positionV relativeFrom="paragraph">
                  <wp:posOffset>299720</wp:posOffset>
                </wp:positionV>
                <wp:extent cx="161925" cy="252000"/>
                <wp:effectExtent l="0" t="0" r="9525" b="0"/>
                <wp:wrapNone/>
                <wp:docPr id="10" name="Lun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52000"/>
                        </a:xfrm>
                        <a:prstGeom prst="moon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AAC414" id="Lune 10" o:spid="_x0000_s1026" type="#_x0000_t184" style="position:absolute;margin-left:78pt;margin-top:23.6pt;width:12.75pt;height:19.8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" fillcolor="black [3213]" stroked="f" strokeweight="1pt"/>
            </w:pict>
          </mc:Fallback>
        </mc:AlternateContent>
      </w:r>
    </w:p>
    <w:p w:rsidR="000F4E8F" w:rsidRDefault="000F4E8F" w:rsidP="00E940A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C0BD5C" wp14:editId="732D62F6">
                <wp:simplePos x="0" y="0"/>
                <wp:positionH relativeFrom="column">
                  <wp:posOffset>2228850</wp:posOffset>
                </wp:positionH>
                <wp:positionV relativeFrom="paragraph">
                  <wp:posOffset>111760</wp:posOffset>
                </wp:positionV>
                <wp:extent cx="209550" cy="209550"/>
                <wp:effectExtent l="19050" t="0" r="19050" b="0"/>
                <wp:wrapNone/>
                <wp:docPr id="20" name="Cœu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9550"/>
                        </a:xfrm>
                        <a:prstGeom prst="hear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E9AE2D" id="Cœur 20" o:spid="_x0000_s1026" style="position:absolute;margin-left:175.5pt;margin-top:8.8pt;width:16.5pt;height:16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955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" path="m104775,52388v43656,-122238,213916,,,157162c-109141,52388,61119,-69850,104775,52388xe" fillcolor="#7f7f7f [1612]" stroked="f" strokeweight="1pt">
                <v:stroke joinstyle="miter"/>
                <v:path arrowok="t" o:connecttype="custom" o:connectlocs="104775,52388;104775,209550;104775,52388" o:connectangles="0,0,0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65548FF" wp14:editId="30DE357B">
                <wp:simplePos x="0" y="0"/>
                <wp:positionH relativeFrom="column">
                  <wp:posOffset>371475</wp:posOffset>
                </wp:positionH>
                <wp:positionV relativeFrom="paragraph">
                  <wp:posOffset>285115</wp:posOffset>
                </wp:positionV>
                <wp:extent cx="161925" cy="252000"/>
                <wp:effectExtent l="0" t="0" r="9525" b="0"/>
                <wp:wrapNone/>
                <wp:docPr id="17" name="Lun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52000"/>
                        </a:xfrm>
                        <a:prstGeom prst="moon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32A81D" id="Lune 17" o:spid="_x0000_s1026" type="#_x0000_t184" style="position:absolute;margin-left:29.25pt;margin-top:22.45pt;width:12.75pt;height:19.8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" fillcolor="black [3213]" stroked="f" strokeweight="1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5548FF" wp14:editId="30DE357B">
                <wp:simplePos x="0" y="0"/>
                <wp:positionH relativeFrom="column">
                  <wp:posOffset>1676400</wp:posOffset>
                </wp:positionH>
                <wp:positionV relativeFrom="paragraph">
                  <wp:posOffset>302260</wp:posOffset>
                </wp:positionV>
                <wp:extent cx="161925" cy="252000"/>
                <wp:effectExtent l="0" t="0" r="9525" b="0"/>
                <wp:wrapNone/>
                <wp:docPr id="15" name="Lun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52000"/>
                        </a:xfrm>
                        <a:prstGeom prst="moon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A74F0" id="Lune 15" o:spid="_x0000_s1026" type="#_x0000_t184" style="position:absolute;margin-left:132pt;margin-top:23.8pt;width:12.75pt;height:19.8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" fillcolor="black [3213]" stroked="f" strokeweight="1pt"/>
            </w:pict>
          </mc:Fallback>
        </mc:AlternateContent>
      </w:r>
    </w:p>
    <w:p w:rsidR="000F4E8F" w:rsidRDefault="000F4E8F" w:rsidP="00E940AE">
      <w:pPr>
        <w:rPr>
          <w:rFonts w:ascii="Arial" w:hAnsi="Arial" w:cs="Arial"/>
          <w:sz w:val="24"/>
          <w:szCs w:val="24"/>
        </w:rPr>
      </w:pPr>
    </w:p>
    <w:p w:rsidR="000F4E8F" w:rsidRDefault="000F4E8F" w:rsidP="00C7225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EC0BD5C" wp14:editId="732D62F6">
                <wp:simplePos x="0" y="0"/>
                <wp:positionH relativeFrom="column">
                  <wp:posOffset>1828800</wp:posOffset>
                </wp:positionH>
                <wp:positionV relativeFrom="paragraph">
                  <wp:posOffset>207645</wp:posOffset>
                </wp:positionV>
                <wp:extent cx="209550" cy="209550"/>
                <wp:effectExtent l="19050" t="0" r="19050" b="0"/>
                <wp:wrapNone/>
                <wp:docPr id="24" name="Cœu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9550"/>
                        </a:xfrm>
                        <a:prstGeom prst="hear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89FB70" id="Cœur 24" o:spid="_x0000_s1026" style="position:absolute;margin-left:2in;margin-top:16.35pt;width:16.5pt;height:16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955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" path="m104775,52388v43656,-122238,213916,,,157162c-109141,52388,61119,-69850,104775,52388xe" fillcolor="#7f7f7f [1612]" stroked="f" strokeweight="1pt">
                <v:stroke joinstyle="miter"/>
                <v:path arrowok="t" o:connecttype="custom" o:connectlocs="104775,52388;104775,209550;104775,52388" o:connectangles="0,0,0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EC0BD5C" wp14:editId="732D62F6">
                <wp:simplePos x="0" y="0"/>
                <wp:positionH relativeFrom="column">
                  <wp:posOffset>76200</wp:posOffset>
                </wp:positionH>
                <wp:positionV relativeFrom="paragraph">
                  <wp:posOffset>93345</wp:posOffset>
                </wp:positionV>
                <wp:extent cx="209550" cy="209550"/>
                <wp:effectExtent l="19050" t="0" r="19050" b="0"/>
                <wp:wrapNone/>
                <wp:docPr id="23" name="Cœu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9550"/>
                        </a:xfrm>
                        <a:prstGeom prst="hear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0C4573" id="Cœur 23" o:spid="_x0000_s1026" style="position:absolute;margin-left:6pt;margin-top:7.35pt;width:16.5pt;height:16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955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" path="m104775,52388v43656,-122238,213916,,,157162c-109141,52388,61119,-69850,104775,52388xe" fillcolor="#7f7f7f [1612]" stroked="f" strokeweight="1pt">
                <v:stroke joinstyle="miter"/>
                <v:path arrowok="t" o:connecttype="custom" o:connectlocs="104775,52388;104775,209550;104775,52388" o:connectangles="0,0,0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EC0BD5C" wp14:editId="732D62F6">
                <wp:simplePos x="0" y="0"/>
                <wp:positionH relativeFrom="column">
                  <wp:posOffset>1247775</wp:posOffset>
                </wp:positionH>
                <wp:positionV relativeFrom="paragraph">
                  <wp:posOffset>24130</wp:posOffset>
                </wp:positionV>
                <wp:extent cx="209550" cy="209550"/>
                <wp:effectExtent l="19050" t="0" r="19050" b="0"/>
                <wp:wrapNone/>
                <wp:docPr id="19" name="Cœu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9550"/>
                        </a:xfrm>
                        <a:prstGeom prst="hear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5792F4" id="Cœur 19" o:spid="_x0000_s1026" style="position:absolute;margin-left:98.25pt;margin-top:1.9pt;width:16.5pt;height:16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955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" path="m104775,52388v43656,-122238,213916,,,157162c-109141,52388,61119,-69850,104775,52388xe" fillcolor="#7f7f7f [1612]" stroked="f" strokeweight="1pt">
                <v:stroke joinstyle="miter"/>
                <v:path arrowok="t" o:connecttype="custom" o:connectlocs="104775,52388;104775,209550;104775,52388" o:connectangles="0,0,0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5548FF" wp14:editId="30DE357B">
                <wp:simplePos x="0" y="0"/>
                <wp:positionH relativeFrom="column">
                  <wp:posOffset>2371725</wp:posOffset>
                </wp:positionH>
                <wp:positionV relativeFrom="paragraph">
                  <wp:posOffset>302895</wp:posOffset>
                </wp:positionV>
                <wp:extent cx="161925" cy="252000"/>
                <wp:effectExtent l="0" t="0" r="9525" b="0"/>
                <wp:wrapNone/>
                <wp:docPr id="18" name="Lun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52000"/>
                        </a:xfrm>
                        <a:prstGeom prst="moon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3A2E42" id="Lune 18" o:spid="_x0000_s1026" type="#_x0000_t184" style="position:absolute;margin-left:186.75pt;margin-top:23.85pt;width:12.75pt;height:19.8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" fillcolor="black [3213]" stroked="f" strokeweight="1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3486150</wp:posOffset>
                </wp:positionH>
                <wp:positionV relativeFrom="paragraph">
                  <wp:posOffset>283845</wp:posOffset>
                </wp:positionV>
                <wp:extent cx="838200" cy="828675"/>
                <wp:effectExtent l="0" t="0" r="19050" b="28575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4E8F" w:rsidRDefault="000F4E8F">
                            <w:r w:rsidRPr="000F4E8F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219075" cy="200025"/>
                                  <wp:effectExtent l="0" t="0" r="9525" b="9525"/>
                                  <wp:docPr id="8" name="Imag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9075" cy="200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:  . . . </w:t>
                            </w:r>
                          </w:p>
                          <w:p w:rsidR="000F4E8F" w:rsidRDefault="000F4E8F">
                            <w:r w:rsidRPr="000F4E8F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152400" cy="238125"/>
                                  <wp:effectExtent l="0" t="0" r="0" b="9525"/>
                                  <wp:docPr id="9" name="Imag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" cy="238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:  . . 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margin-left:274.5pt;margin-top:22.35pt;width:66pt;height:6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" fillcolor="white [3201]" strokeweight=".5pt">
                <v:textbox>
                  <w:txbxContent>
                    <w:p w:rsidR="000F4E8F" w:rsidRDefault="000F4E8F">
                      <w:r w:rsidRPr="000F4E8F">
                        <w:rPr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219075" cy="200025"/>
                            <wp:effectExtent l="0" t="0" r="9525" b="9525"/>
                            <wp:docPr id="8" name="Imag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9075" cy="200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:  . . . </w:t>
                      </w:r>
                    </w:p>
                    <w:p w:rsidR="000F4E8F" w:rsidRDefault="000F4E8F">
                      <w:r w:rsidRPr="000F4E8F">
                        <w:rPr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152400" cy="238125"/>
                            <wp:effectExtent l="0" t="0" r="0" b="9525"/>
                            <wp:docPr id="9" name="Imag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2400" cy="238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:  . . . </w:t>
                      </w:r>
                    </w:p>
                  </w:txbxContent>
                </v:textbox>
              </v:shape>
            </w:pict>
          </mc:Fallback>
        </mc:AlternateContent>
      </w:r>
    </w:p>
    <w:p w:rsidR="000F4E8F" w:rsidRDefault="000F4E8F" w:rsidP="00C7225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5548FF" wp14:editId="30DE357B">
                <wp:simplePos x="0" y="0"/>
                <wp:positionH relativeFrom="column">
                  <wp:posOffset>1524000</wp:posOffset>
                </wp:positionH>
                <wp:positionV relativeFrom="paragraph">
                  <wp:posOffset>223520</wp:posOffset>
                </wp:positionV>
                <wp:extent cx="161925" cy="252000"/>
                <wp:effectExtent l="0" t="0" r="9525" b="0"/>
                <wp:wrapNone/>
                <wp:docPr id="11" name="Lun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52000"/>
                        </a:xfrm>
                        <a:prstGeom prst="moon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E740EC" id="Lune 11" o:spid="_x0000_s1026" type="#_x0000_t184" style="position:absolute;margin-left:120pt;margin-top:17.6pt;width:12.75pt;height:19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" fillcolor="black [3213]" stroked="f" strokeweight="1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5548FF" wp14:editId="30DE357B">
                <wp:simplePos x="0" y="0"/>
                <wp:positionH relativeFrom="column">
                  <wp:posOffset>314325</wp:posOffset>
                </wp:positionH>
                <wp:positionV relativeFrom="paragraph">
                  <wp:posOffset>126365</wp:posOffset>
                </wp:positionV>
                <wp:extent cx="161925" cy="252000"/>
                <wp:effectExtent l="0" t="0" r="9525" b="0"/>
                <wp:wrapNone/>
                <wp:docPr id="13" name="Lun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52000"/>
                        </a:xfrm>
                        <a:prstGeom prst="moon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C01A9" id="Lune 13" o:spid="_x0000_s1026" type="#_x0000_t184" style="position:absolute;margin-left:24.75pt;margin-top:9.95pt;width:12.75pt;height:19.8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" fillcolor="black [3213]" stroked="f" strokeweight="1pt"/>
            </w:pict>
          </mc:Fallback>
        </mc:AlternateContent>
      </w:r>
    </w:p>
    <w:p w:rsidR="000F4E8F" w:rsidRDefault="000F4E8F" w:rsidP="00C7225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EC0BD5C" wp14:editId="732D62F6">
                <wp:simplePos x="0" y="0"/>
                <wp:positionH relativeFrom="column">
                  <wp:posOffset>885825</wp:posOffset>
                </wp:positionH>
                <wp:positionV relativeFrom="paragraph">
                  <wp:posOffset>102870</wp:posOffset>
                </wp:positionV>
                <wp:extent cx="209550" cy="209550"/>
                <wp:effectExtent l="19050" t="0" r="19050" b="0"/>
                <wp:wrapNone/>
                <wp:docPr id="22" name="Cœu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9550"/>
                        </a:xfrm>
                        <a:prstGeom prst="hear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FF875E" id="Cœur 22" o:spid="_x0000_s1026" style="position:absolute;margin-left:69.75pt;margin-top:8.1pt;width:16.5pt;height:16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955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" path="m104775,52388v43656,-122238,213916,,,157162c-109141,52388,61119,-69850,104775,52388xe" fillcolor="#7f7f7f [1612]" stroked="f" strokeweight="1pt">
                <v:stroke joinstyle="miter"/>
                <v:path arrowok="t" o:connecttype="custom" o:connectlocs="104775,52388;104775,209550;104775,52388" o:connectangles="0,0,0"/>
              </v:shape>
            </w:pict>
          </mc:Fallback>
        </mc:AlternateContent>
      </w:r>
    </w:p>
    <w:p w:rsidR="000F4E8F" w:rsidRDefault="000F4E8F" w:rsidP="00C72259">
      <w:pPr>
        <w:rPr>
          <w:rFonts w:ascii="Arial" w:hAnsi="Arial" w:cs="Arial"/>
          <w:b/>
          <w:sz w:val="24"/>
          <w:szCs w:val="24"/>
        </w:rPr>
      </w:pPr>
    </w:p>
    <w:p w:rsidR="000F4E8F" w:rsidRPr="00E940AE" w:rsidRDefault="000F4E8F" w:rsidP="000F4E8F">
      <w:pPr>
        <w:rPr>
          <w:rFonts w:ascii="Arial" w:hAnsi="Arial" w:cs="Arial"/>
          <w:b/>
          <w:sz w:val="24"/>
          <w:szCs w:val="24"/>
        </w:rPr>
      </w:pPr>
      <w:r w:rsidRPr="00E940AE">
        <w:rPr>
          <w:rFonts w:ascii="Arial" w:hAnsi="Arial" w:cs="Arial"/>
          <w:b/>
          <w:sz w:val="24"/>
          <w:szCs w:val="24"/>
        </w:rPr>
        <w:t>Exercice </w:t>
      </w:r>
      <w:r>
        <w:rPr>
          <w:rFonts w:ascii="Arial" w:hAnsi="Arial" w:cs="Arial"/>
          <w:b/>
          <w:sz w:val="24"/>
          <w:szCs w:val="24"/>
        </w:rPr>
        <w:t xml:space="preserve">1: </w:t>
      </w:r>
      <w:r w:rsidRPr="00E940AE">
        <w:rPr>
          <w:rFonts w:ascii="Arial" w:hAnsi="Arial" w:cs="Arial"/>
          <w:b/>
          <w:sz w:val="24"/>
          <w:szCs w:val="24"/>
        </w:rPr>
        <w:t>complète la suite numérique jusqu’à 10 »</w:t>
      </w:r>
    </w:p>
    <w:tbl>
      <w:tblPr>
        <w:tblW w:w="682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"/>
        <w:gridCol w:w="682"/>
        <w:gridCol w:w="682"/>
        <w:gridCol w:w="682"/>
        <w:gridCol w:w="683"/>
        <w:gridCol w:w="683"/>
        <w:gridCol w:w="683"/>
        <w:gridCol w:w="683"/>
        <w:gridCol w:w="683"/>
        <w:gridCol w:w="683"/>
      </w:tblGrid>
      <w:tr w:rsidR="000F4E8F" w:rsidRPr="00E940AE" w:rsidTr="00486F82">
        <w:trPr>
          <w:trHeight w:val="778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4E8F" w:rsidRPr="00E940AE" w:rsidRDefault="000F4E8F" w:rsidP="00486F82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E940AE">
              <w:rPr>
                <w:rFonts w:ascii="Arial" w:hAnsi="Arial" w:cs="Arial"/>
                <w:sz w:val="28"/>
                <w:szCs w:val="24"/>
              </w:rPr>
              <w:t>1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4E8F" w:rsidRPr="00E940AE" w:rsidRDefault="000F4E8F" w:rsidP="00486F82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E940AE">
              <w:rPr>
                <w:rFonts w:ascii="Arial" w:hAnsi="Arial" w:cs="Arial"/>
                <w:b/>
                <w:sz w:val="28"/>
                <w:szCs w:val="24"/>
              </w:rPr>
              <w:t>…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4E8F" w:rsidRPr="00E940AE" w:rsidRDefault="000F4E8F" w:rsidP="00486F82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E940AE">
              <w:rPr>
                <w:rFonts w:ascii="Arial" w:hAnsi="Arial" w:cs="Arial"/>
                <w:b/>
                <w:sz w:val="28"/>
                <w:szCs w:val="24"/>
              </w:rPr>
              <w:t>…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4E8F" w:rsidRPr="00E940AE" w:rsidRDefault="000F4E8F" w:rsidP="00486F82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E940AE">
              <w:rPr>
                <w:rFonts w:ascii="Arial" w:hAnsi="Arial" w:cs="Arial"/>
                <w:b/>
                <w:sz w:val="28"/>
                <w:szCs w:val="24"/>
              </w:rPr>
              <w:t>…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4E8F" w:rsidRPr="00E940AE" w:rsidRDefault="000F4E8F" w:rsidP="00486F82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E940AE">
              <w:rPr>
                <w:rFonts w:ascii="Arial" w:hAnsi="Arial" w:cs="Arial"/>
                <w:sz w:val="28"/>
                <w:szCs w:val="24"/>
              </w:rPr>
              <w:t>5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4E8F" w:rsidRPr="00E940AE" w:rsidRDefault="000F4E8F" w:rsidP="00486F82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E940AE">
              <w:rPr>
                <w:rFonts w:ascii="Arial" w:hAnsi="Arial" w:cs="Arial"/>
                <w:sz w:val="28"/>
                <w:szCs w:val="24"/>
              </w:rPr>
              <w:t>…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4E8F" w:rsidRPr="00E940AE" w:rsidRDefault="000F4E8F" w:rsidP="00486F82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E940AE">
              <w:rPr>
                <w:rFonts w:ascii="Arial" w:hAnsi="Arial" w:cs="Arial"/>
                <w:sz w:val="28"/>
                <w:szCs w:val="24"/>
              </w:rPr>
              <w:t>…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4E8F" w:rsidRPr="00E940AE" w:rsidRDefault="000F4E8F" w:rsidP="00486F82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E940AE">
              <w:rPr>
                <w:rFonts w:ascii="Arial" w:hAnsi="Arial" w:cs="Arial"/>
                <w:sz w:val="28"/>
                <w:szCs w:val="24"/>
              </w:rPr>
              <w:t>…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4E8F" w:rsidRPr="00E940AE" w:rsidRDefault="000F4E8F" w:rsidP="00486F82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E940AE">
              <w:rPr>
                <w:rFonts w:ascii="Arial" w:hAnsi="Arial" w:cs="Arial"/>
                <w:sz w:val="28"/>
                <w:szCs w:val="24"/>
              </w:rPr>
              <w:t>…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4E8F" w:rsidRPr="00E940AE" w:rsidRDefault="000F4E8F" w:rsidP="00486F82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E940AE">
              <w:rPr>
                <w:rFonts w:ascii="Arial" w:hAnsi="Arial" w:cs="Arial"/>
                <w:sz w:val="28"/>
                <w:szCs w:val="24"/>
              </w:rPr>
              <w:t>10</w:t>
            </w:r>
          </w:p>
        </w:tc>
      </w:tr>
    </w:tbl>
    <w:p w:rsidR="000F4E8F" w:rsidRDefault="000F4E8F" w:rsidP="000F4E8F">
      <w:pPr>
        <w:rPr>
          <w:rFonts w:ascii="Arial" w:hAnsi="Arial" w:cs="Arial"/>
          <w:sz w:val="24"/>
          <w:szCs w:val="24"/>
        </w:rPr>
      </w:pPr>
    </w:p>
    <w:p w:rsidR="000F4E8F" w:rsidRPr="00E940AE" w:rsidRDefault="000F4E8F" w:rsidP="000F4E8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Exercice 2 : Ecris le nombre de cases </w:t>
      </w:r>
    </w:p>
    <w:p w:rsidR="000F4E8F" w:rsidRDefault="000F4E8F" w:rsidP="000F4E8F">
      <w:pPr>
        <w:rPr>
          <w:rFonts w:ascii="Arial" w:hAnsi="Arial" w:cs="Arial"/>
          <w:sz w:val="24"/>
          <w:szCs w:val="24"/>
        </w:rPr>
      </w:pPr>
      <w:r w:rsidRPr="00E940AE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61D271E3" wp14:editId="6167FF62">
            <wp:extent cx="4645025" cy="2152650"/>
            <wp:effectExtent l="0" t="0" r="3175" b="0"/>
            <wp:docPr id="42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079"/>
                    <a:stretch/>
                  </pic:blipFill>
                  <pic:spPr bwMode="auto">
                    <a:xfrm>
                      <a:off x="0" y="0"/>
                      <a:ext cx="4647257" cy="2153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F4E8F" w:rsidRDefault="000F4E8F" w:rsidP="000F4E8F">
      <w:pPr>
        <w:rPr>
          <w:rFonts w:ascii="Arial" w:hAnsi="Arial" w:cs="Arial"/>
          <w:b/>
          <w:sz w:val="24"/>
          <w:szCs w:val="24"/>
        </w:rPr>
      </w:pPr>
      <w:r w:rsidRPr="00E940AE">
        <w:rPr>
          <w:rFonts w:ascii="Arial" w:hAnsi="Arial" w:cs="Arial"/>
          <w:b/>
          <w:sz w:val="24"/>
          <w:szCs w:val="24"/>
        </w:rPr>
        <w:t>Exercice 3</w:t>
      </w:r>
      <w:r>
        <w:rPr>
          <w:rFonts w:ascii="Arial" w:hAnsi="Arial" w:cs="Arial"/>
          <w:b/>
          <w:sz w:val="24"/>
          <w:szCs w:val="24"/>
        </w:rPr>
        <w:t> : Compte le nombre de chaque objet </w:t>
      </w:r>
    </w:p>
    <w:p w:rsidR="000F4E8F" w:rsidRDefault="000F4E8F" w:rsidP="000F4E8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DBD3E59" wp14:editId="100DBDD1">
                <wp:simplePos x="0" y="0"/>
                <wp:positionH relativeFrom="column">
                  <wp:posOffset>876300</wp:posOffset>
                </wp:positionH>
                <wp:positionV relativeFrom="paragraph">
                  <wp:posOffset>149860</wp:posOffset>
                </wp:positionV>
                <wp:extent cx="209550" cy="209550"/>
                <wp:effectExtent l="19050" t="0" r="19050" b="0"/>
                <wp:wrapNone/>
                <wp:docPr id="25" name="Cœu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9550"/>
                        </a:xfrm>
                        <a:prstGeom prst="hear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022CD8" id="Cœur 25" o:spid="_x0000_s1026" style="position:absolute;margin-left:69pt;margin-top:11.8pt;width:16.5pt;height:16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955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" path="m104775,52388v43656,-122238,213916,,,157162c-109141,52388,61119,-69850,104775,52388xe" fillcolor="#7f7f7f [1612]" stroked="f" strokeweight="1pt">
                <v:stroke joinstyle="miter"/>
                <v:path arrowok="t" o:connecttype="custom" o:connectlocs="104775,52388;104775,209550;104775,52388" o:connectangles="0,0,0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A37BA89" wp14:editId="46FC2224">
                <wp:simplePos x="0" y="0"/>
                <wp:positionH relativeFrom="column">
                  <wp:posOffset>1952625</wp:posOffset>
                </wp:positionH>
                <wp:positionV relativeFrom="paragraph">
                  <wp:posOffset>83185</wp:posOffset>
                </wp:positionV>
                <wp:extent cx="161925" cy="252000"/>
                <wp:effectExtent l="0" t="0" r="9525" b="0"/>
                <wp:wrapNone/>
                <wp:docPr id="26" name="Lun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52000"/>
                        </a:xfrm>
                        <a:prstGeom prst="moon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DC42C" id="Lune 26" o:spid="_x0000_s1026" type="#_x0000_t184" style="position:absolute;margin-left:153.75pt;margin-top:6.55pt;width:12.75pt;height:19.8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" fillcolor="black [3213]" stroked="f" strokeweight="1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1B68908" wp14:editId="62B3DC75">
                <wp:simplePos x="0" y="0"/>
                <wp:positionH relativeFrom="column">
                  <wp:posOffset>1343025</wp:posOffset>
                </wp:positionH>
                <wp:positionV relativeFrom="paragraph">
                  <wp:posOffset>178435</wp:posOffset>
                </wp:positionV>
                <wp:extent cx="161925" cy="252000"/>
                <wp:effectExtent l="0" t="0" r="9525" b="0"/>
                <wp:wrapNone/>
                <wp:docPr id="27" name="Lun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52000"/>
                        </a:xfrm>
                        <a:prstGeom prst="moon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FFB124" id="Lune 27" o:spid="_x0000_s1026" type="#_x0000_t184" style="position:absolute;margin-left:105.75pt;margin-top:14.05pt;width:12.75pt;height:19.8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" fillcolor="black [3213]" stroked="f" strokeweight="1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91D6B91" wp14:editId="68B46534">
                <wp:simplePos x="0" y="0"/>
                <wp:positionH relativeFrom="column">
                  <wp:posOffset>466725</wp:posOffset>
                </wp:positionH>
                <wp:positionV relativeFrom="paragraph">
                  <wp:posOffset>311785</wp:posOffset>
                </wp:positionV>
                <wp:extent cx="161925" cy="252000"/>
                <wp:effectExtent l="0" t="0" r="9525" b="0"/>
                <wp:wrapNone/>
                <wp:docPr id="28" name="Lun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52000"/>
                        </a:xfrm>
                        <a:prstGeom prst="moon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40C32" id="Lune 28" o:spid="_x0000_s1026" type="#_x0000_t184" style="position:absolute;margin-left:36.75pt;margin-top:24.55pt;width:12.75pt;height:19.8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" fillcolor="black [3213]" stroked="f" strokeweight="1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B9B5953" wp14:editId="41BEB266">
                <wp:simplePos x="0" y="0"/>
                <wp:positionH relativeFrom="column">
                  <wp:posOffset>114300</wp:posOffset>
                </wp:positionH>
                <wp:positionV relativeFrom="paragraph">
                  <wp:posOffset>54610</wp:posOffset>
                </wp:positionV>
                <wp:extent cx="209550" cy="209550"/>
                <wp:effectExtent l="19050" t="0" r="19050" b="0"/>
                <wp:wrapNone/>
                <wp:docPr id="29" name="Cœu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9550"/>
                        </a:xfrm>
                        <a:prstGeom prst="hear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FB35F1" id="Cœur 29" o:spid="_x0000_s1026" style="position:absolute;margin-left:9pt;margin-top:4.3pt;width:16.5pt;height:16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955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" path="m104775,52388v43656,-122238,213916,,,157162c-109141,52388,61119,-69850,104775,52388xe" fillcolor="#7f7f7f [1612]" stroked="f" strokeweight="1pt">
                <v:stroke joinstyle="miter"/>
                <v:path arrowok="t" o:connecttype="custom" o:connectlocs="104775,52388;104775,209550;104775,52388" o:connectangles="0,0,0"/>
              </v:shape>
            </w:pict>
          </mc:Fallback>
        </mc:AlternateContent>
      </w:r>
    </w:p>
    <w:p w:rsidR="000F4E8F" w:rsidRDefault="000F4E8F" w:rsidP="000F4E8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BCEC699" wp14:editId="56A5C9BA">
                <wp:simplePos x="0" y="0"/>
                <wp:positionH relativeFrom="column">
                  <wp:posOffset>990600</wp:posOffset>
                </wp:positionH>
                <wp:positionV relativeFrom="paragraph">
                  <wp:posOffset>299720</wp:posOffset>
                </wp:positionV>
                <wp:extent cx="161925" cy="252000"/>
                <wp:effectExtent l="0" t="0" r="9525" b="0"/>
                <wp:wrapNone/>
                <wp:docPr id="30" name="Lun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52000"/>
                        </a:xfrm>
                        <a:prstGeom prst="moon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71BBC" id="Lune 30" o:spid="_x0000_s1026" type="#_x0000_t184" style="position:absolute;margin-left:78pt;margin-top:23.6pt;width:12.75pt;height:19.8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" fillcolor="black [3213]" stroked="f" strokeweight="1pt"/>
            </w:pict>
          </mc:Fallback>
        </mc:AlternateContent>
      </w:r>
    </w:p>
    <w:p w:rsidR="000F4E8F" w:rsidRDefault="000F4E8F" w:rsidP="000F4E8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138BEDC" wp14:editId="68FED30A">
                <wp:simplePos x="0" y="0"/>
                <wp:positionH relativeFrom="column">
                  <wp:posOffset>2228850</wp:posOffset>
                </wp:positionH>
                <wp:positionV relativeFrom="paragraph">
                  <wp:posOffset>111760</wp:posOffset>
                </wp:positionV>
                <wp:extent cx="209550" cy="209550"/>
                <wp:effectExtent l="19050" t="0" r="19050" b="0"/>
                <wp:wrapNone/>
                <wp:docPr id="31" name="Cœu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9550"/>
                        </a:xfrm>
                        <a:prstGeom prst="hear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90A19C" id="Cœur 31" o:spid="_x0000_s1026" style="position:absolute;margin-left:175.5pt;margin-top:8.8pt;width:16.5pt;height:16.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955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" path="m104775,52388v43656,-122238,213916,,,157162c-109141,52388,61119,-69850,104775,52388xe" fillcolor="#7f7f7f [1612]" stroked="f" strokeweight="1pt">
                <v:stroke joinstyle="miter"/>
                <v:path arrowok="t" o:connecttype="custom" o:connectlocs="104775,52388;104775,209550;104775,52388" o:connectangles="0,0,0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2F30DAA" wp14:editId="115FDCDF">
                <wp:simplePos x="0" y="0"/>
                <wp:positionH relativeFrom="column">
                  <wp:posOffset>371475</wp:posOffset>
                </wp:positionH>
                <wp:positionV relativeFrom="paragraph">
                  <wp:posOffset>285115</wp:posOffset>
                </wp:positionV>
                <wp:extent cx="161925" cy="252000"/>
                <wp:effectExtent l="0" t="0" r="9525" b="0"/>
                <wp:wrapNone/>
                <wp:docPr id="32" name="Lun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52000"/>
                        </a:xfrm>
                        <a:prstGeom prst="moon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05879" id="Lune 32" o:spid="_x0000_s1026" type="#_x0000_t184" style="position:absolute;margin-left:29.25pt;margin-top:22.45pt;width:12.75pt;height:19.8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" fillcolor="black [3213]" stroked="f" strokeweight="1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5A90DA3" wp14:editId="617CE9A6">
                <wp:simplePos x="0" y="0"/>
                <wp:positionH relativeFrom="column">
                  <wp:posOffset>1676400</wp:posOffset>
                </wp:positionH>
                <wp:positionV relativeFrom="paragraph">
                  <wp:posOffset>302260</wp:posOffset>
                </wp:positionV>
                <wp:extent cx="161925" cy="252000"/>
                <wp:effectExtent l="0" t="0" r="9525" b="0"/>
                <wp:wrapNone/>
                <wp:docPr id="33" name="Lun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52000"/>
                        </a:xfrm>
                        <a:prstGeom prst="moon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F732F" id="Lune 33" o:spid="_x0000_s1026" type="#_x0000_t184" style="position:absolute;margin-left:132pt;margin-top:23.8pt;width:12.75pt;height:19.85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" fillcolor="black [3213]" stroked="f" strokeweight="1pt"/>
            </w:pict>
          </mc:Fallback>
        </mc:AlternateContent>
      </w:r>
    </w:p>
    <w:p w:rsidR="000F4E8F" w:rsidRDefault="000F4E8F" w:rsidP="000F4E8F">
      <w:pPr>
        <w:rPr>
          <w:rFonts w:ascii="Arial" w:hAnsi="Arial" w:cs="Arial"/>
          <w:sz w:val="24"/>
          <w:szCs w:val="24"/>
        </w:rPr>
      </w:pPr>
    </w:p>
    <w:p w:rsidR="000F4E8F" w:rsidRDefault="000F4E8F" w:rsidP="000F4E8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01C716E" wp14:editId="2E38408F">
                <wp:simplePos x="0" y="0"/>
                <wp:positionH relativeFrom="column">
                  <wp:posOffset>1828800</wp:posOffset>
                </wp:positionH>
                <wp:positionV relativeFrom="paragraph">
                  <wp:posOffset>207645</wp:posOffset>
                </wp:positionV>
                <wp:extent cx="209550" cy="209550"/>
                <wp:effectExtent l="19050" t="0" r="19050" b="0"/>
                <wp:wrapNone/>
                <wp:docPr id="34" name="Cœu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9550"/>
                        </a:xfrm>
                        <a:prstGeom prst="hear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5B87A1" id="Cœur 34" o:spid="_x0000_s1026" style="position:absolute;margin-left:2in;margin-top:16.35pt;width:16.5pt;height:16.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955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" path="m104775,52388v43656,-122238,213916,,,157162c-109141,52388,61119,-69850,104775,52388xe" fillcolor="#7f7f7f [1612]" stroked="f" strokeweight="1pt">
                <v:stroke joinstyle="miter"/>
                <v:path arrowok="t" o:connecttype="custom" o:connectlocs="104775,52388;104775,209550;104775,52388" o:connectangles="0,0,0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F117F3F" wp14:editId="1D4B70CD">
                <wp:simplePos x="0" y="0"/>
                <wp:positionH relativeFrom="column">
                  <wp:posOffset>76200</wp:posOffset>
                </wp:positionH>
                <wp:positionV relativeFrom="paragraph">
                  <wp:posOffset>93345</wp:posOffset>
                </wp:positionV>
                <wp:extent cx="209550" cy="209550"/>
                <wp:effectExtent l="19050" t="0" r="19050" b="0"/>
                <wp:wrapNone/>
                <wp:docPr id="35" name="Cœu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9550"/>
                        </a:xfrm>
                        <a:prstGeom prst="hear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5C8EA0" id="Cœur 35" o:spid="_x0000_s1026" style="position:absolute;margin-left:6pt;margin-top:7.35pt;width:16.5pt;height:16.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955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" path="m104775,52388v43656,-122238,213916,,,157162c-109141,52388,61119,-69850,104775,52388xe" fillcolor="#7f7f7f [1612]" stroked="f" strokeweight="1pt">
                <v:stroke joinstyle="miter"/>
                <v:path arrowok="t" o:connecttype="custom" o:connectlocs="104775,52388;104775,209550;104775,52388" o:connectangles="0,0,0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23324F0" wp14:editId="2F1CFB6E">
                <wp:simplePos x="0" y="0"/>
                <wp:positionH relativeFrom="column">
                  <wp:posOffset>1247775</wp:posOffset>
                </wp:positionH>
                <wp:positionV relativeFrom="paragraph">
                  <wp:posOffset>24130</wp:posOffset>
                </wp:positionV>
                <wp:extent cx="209550" cy="209550"/>
                <wp:effectExtent l="19050" t="0" r="19050" b="0"/>
                <wp:wrapNone/>
                <wp:docPr id="36" name="Cœu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9550"/>
                        </a:xfrm>
                        <a:prstGeom prst="hear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F98997" id="Cœur 36" o:spid="_x0000_s1026" style="position:absolute;margin-left:98.25pt;margin-top:1.9pt;width:16.5pt;height:16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955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" path="m104775,52388v43656,-122238,213916,,,157162c-109141,52388,61119,-69850,104775,52388xe" fillcolor="#7f7f7f [1612]" stroked="f" strokeweight="1pt">
                <v:stroke joinstyle="miter"/>
                <v:path arrowok="t" o:connecttype="custom" o:connectlocs="104775,52388;104775,209550;104775,52388" o:connectangles="0,0,0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5E688B3" wp14:editId="7816F76B">
                <wp:simplePos x="0" y="0"/>
                <wp:positionH relativeFrom="column">
                  <wp:posOffset>2371725</wp:posOffset>
                </wp:positionH>
                <wp:positionV relativeFrom="paragraph">
                  <wp:posOffset>302895</wp:posOffset>
                </wp:positionV>
                <wp:extent cx="161925" cy="252000"/>
                <wp:effectExtent l="0" t="0" r="9525" b="0"/>
                <wp:wrapNone/>
                <wp:docPr id="37" name="Lun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52000"/>
                        </a:xfrm>
                        <a:prstGeom prst="moon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16C8A1" id="Lune 37" o:spid="_x0000_s1026" type="#_x0000_t184" style="position:absolute;margin-left:186.75pt;margin-top:23.85pt;width:12.75pt;height:19.8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" fillcolor="black [3213]" stroked="f" strokeweight="1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41EAD26" wp14:editId="47E54639">
                <wp:simplePos x="0" y="0"/>
                <wp:positionH relativeFrom="column">
                  <wp:posOffset>3486150</wp:posOffset>
                </wp:positionH>
                <wp:positionV relativeFrom="paragraph">
                  <wp:posOffset>283845</wp:posOffset>
                </wp:positionV>
                <wp:extent cx="838200" cy="828675"/>
                <wp:effectExtent l="0" t="0" r="19050" b="28575"/>
                <wp:wrapNone/>
                <wp:docPr id="38" name="Zone de tex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4E8F" w:rsidRDefault="000F4E8F" w:rsidP="000F4E8F">
                            <w:r w:rsidRPr="000F4E8F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6E568440" wp14:editId="081C6B9D">
                                  <wp:extent cx="219075" cy="200025"/>
                                  <wp:effectExtent l="0" t="0" r="9525" b="9525"/>
                                  <wp:docPr id="43" name="Image 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9075" cy="200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:  . . . </w:t>
                            </w:r>
                          </w:p>
                          <w:p w:rsidR="000F4E8F" w:rsidRDefault="000F4E8F" w:rsidP="000F4E8F">
                            <w:r w:rsidRPr="000F4E8F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455909ED" wp14:editId="03DEA32A">
                                  <wp:extent cx="152400" cy="238125"/>
                                  <wp:effectExtent l="0" t="0" r="0" b="9525"/>
                                  <wp:docPr id="44" name="Imag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" cy="238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:  . . 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1EAD26" id="Zone de texte 38" o:spid="_x0000_s1027" type="#_x0000_t202" style="position:absolute;margin-left:274.5pt;margin-top:22.35pt;width:66pt;height:65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" fillcolor="white [3201]" strokeweight=".5pt">
                <v:textbox>
                  <w:txbxContent>
                    <w:p w:rsidR="000F4E8F" w:rsidRDefault="000F4E8F" w:rsidP="000F4E8F">
                      <w:r w:rsidRPr="000F4E8F"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6E568440" wp14:editId="081C6B9D">
                            <wp:extent cx="219075" cy="200025"/>
                            <wp:effectExtent l="0" t="0" r="9525" b="9525"/>
                            <wp:docPr id="43" name="Image 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9075" cy="200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:  . . . </w:t>
                      </w:r>
                    </w:p>
                    <w:p w:rsidR="000F4E8F" w:rsidRDefault="000F4E8F" w:rsidP="000F4E8F">
                      <w:r w:rsidRPr="000F4E8F"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455909ED" wp14:editId="03DEA32A">
                            <wp:extent cx="152400" cy="238125"/>
                            <wp:effectExtent l="0" t="0" r="0" b="9525"/>
                            <wp:docPr id="44" name="Imag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2400" cy="238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:  . . . </w:t>
                      </w:r>
                    </w:p>
                  </w:txbxContent>
                </v:textbox>
              </v:shape>
            </w:pict>
          </mc:Fallback>
        </mc:AlternateContent>
      </w:r>
    </w:p>
    <w:p w:rsidR="000F4E8F" w:rsidRDefault="000F4E8F" w:rsidP="000F4E8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1C3D41F" wp14:editId="10AD73D2">
                <wp:simplePos x="0" y="0"/>
                <wp:positionH relativeFrom="column">
                  <wp:posOffset>1524000</wp:posOffset>
                </wp:positionH>
                <wp:positionV relativeFrom="paragraph">
                  <wp:posOffset>223520</wp:posOffset>
                </wp:positionV>
                <wp:extent cx="161925" cy="252000"/>
                <wp:effectExtent l="0" t="0" r="9525" b="0"/>
                <wp:wrapNone/>
                <wp:docPr id="39" name="Lun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52000"/>
                        </a:xfrm>
                        <a:prstGeom prst="moon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E66BFF" id="Lune 39" o:spid="_x0000_s1026" type="#_x0000_t184" style="position:absolute;margin-left:120pt;margin-top:17.6pt;width:12.75pt;height:19.8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" fillcolor="black [3213]" stroked="f" strokeweight="1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940E87F" wp14:editId="7A244C97">
                <wp:simplePos x="0" y="0"/>
                <wp:positionH relativeFrom="column">
                  <wp:posOffset>314325</wp:posOffset>
                </wp:positionH>
                <wp:positionV relativeFrom="paragraph">
                  <wp:posOffset>126365</wp:posOffset>
                </wp:positionV>
                <wp:extent cx="161925" cy="252000"/>
                <wp:effectExtent l="0" t="0" r="9525" b="0"/>
                <wp:wrapNone/>
                <wp:docPr id="40" name="Lun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52000"/>
                        </a:xfrm>
                        <a:prstGeom prst="moon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2705DB" id="Lune 40" o:spid="_x0000_s1026" type="#_x0000_t184" style="position:absolute;margin-left:24.75pt;margin-top:9.95pt;width:12.75pt;height:19.85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" fillcolor="black [3213]" stroked="f" strokeweight="1pt"/>
            </w:pict>
          </mc:Fallback>
        </mc:AlternateContent>
      </w:r>
    </w:p>
    <w:p w:rsidR="000F4E8F" w:rsidRDefault="000F4E8F" w:rsidP="000F4E8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D9B31BE" wp14:editId="25D02DA7">
                <wp:simplePos x="0" y="0"/>
                <wp:positionH relativeFrom="column">
                  <wp:posOffset>885825</wp:posOffset>
                </wp:positionH>
                <wp:positionV relativeFrom="paragraph">
                  <wp:posOffset>102870</wp:posOffset>
                </wp:positionV>
                <wp:extent cx="209550" cy="209550"/>
                <wp:effectExtent l="19050" t="0" r="19050" b="0"/>
                <wp:wrapNone/>
                <wp:docPr id="41" name="Cœu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9550"/>
                        </a:xfrm>
                        <a:prstGeom prst="hear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E73BC" id="Cœur 41" o:spid="_x0000_s1026" style="position:absolute;margin-left:69.75pt;margin-top:8.1pt;width:16.5pt;height:16.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955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" path="m104775,52388v43656,-122238,213916,,,157162c-109141,52388,61119,-69850,104775,52388xe" fillcolor="#7f7f7f [1612]" stroked="f" strokeweight="1pt">
                <v:stroke joinstyle="miter"/>
                <v:path arrowok="t" o:connecttype="custom" o:connectlocs="104775,52388;104775,209550;104775,52388" o:connectangles="0,0,0"/>
              </v:shape>
            </w:pict>
          </mc:Fallback>
        </mc:AlternateContent>
      </w:r>
    </w:p>
    <w:p w:rsidR="000F4E8F" w:rsidRDefault="000F4E8F" w:rsidP="000F4E8F">
      <w:pPr>
        <w:rPr>
          <w:rFonts w:ascii="Arial" w:hAnsi="Arial" w:cs="Arial"/>
          <w:b/>
          <w:sz w:val="24"/>
          <w:szCs w:val="24"/>
        </w:rPr>
      </w:pPr>
    </w:p>
    <w:p w:rsidR="000F4E8F" w:rsidRPr="00E940AE" w:rsidRDefault="000F4E8F" w:rsidP="000F4E8F">
      <w:pPr>
        <w:rPr>
          <w:rFonts w:ascii="Arial" w:hAnsi="Arial" w:cs="Arial"/>
          <w:sz w:val="24"/>
          <w:szCs w:val="24"/>
        </w:rPr>
      </w:pPr>
    </w:p>
    <w:p w:rsidR="00C72259" w:rsidRPr="00E940AE" w:rsidRDefault="00C72259" w:rsidP="00C72259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C72259" w:rsidRPr="00E940AE" w:rsidRDefault="00C72259" w:rsidP="00E940AE">
      <w:pPr>
        <w:rPr>
          <w:rFonts w:ascii="Arial" w:hAnsi="Arial" w:cs="Arial"/>
          <w:sz w:val="24"/>
          <w:szCs w:val="24"/>
        </w:rPr>
      </w:pPr>
    </w:p>
    <w:sectPr w:rsidR="00C72259" w:rsidRPr="00E940AE" w:rsidSect="00E940AE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0AE"/>
    <w:rsid w:val="000F4E8F"/>
    <w:rsid w:val="001D645B"/>
    <w:rsid w:val="005175A3"/>
    <w:rsid w:val="005F7238"/>
    <w:rsid w:val="007E024D"/>
    <w:rsid w:val="00C72259"/>
    <w:rsid w:val="00E9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2BCA47-D15F-418C-BAB2-AF4D424FE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E940AE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7</TotalTime>
  <Pages>2</Pages>
  <Words>58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3</cp:revision>
  <dcterms:created xsi:type="dcterms:W3CDTF">2016-08-24T17:04:00Z</dcterms:created>
  <dcterms:modified xsi:type="dcterms:W3CDTF">2017-07-10T18:35:00Z</dcterms:modified>
</cp:coreProperties>
</file>